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2FF9" w14:textId="77777777" w:rsidR="004C4A4B" w:rsidRPr="00B26B84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B26B84">
        <w:rPr>
          <w:rFonts w:cs="Arial"/>
          <w:sz w:val="20"/>
        </w:rPr>
        <w:t>Písemná zpráva zadavatele</w:t>
      </w:r>
    </w:p>
    <w:p w14:paraId="2B833A00" w14:textId="77777777" w:rsidR="004C4A4B" w:rsidRPr="00B26B84" w:rsidRDefault="004C4A4B" w:rsidP="004C4A4B">
      <w:pPr>
        <w:spacing w:line="280" w:lineRule="atLeast"/>
        <w:rPr>
          <w:rFonts w:cs="Arial"/>
          <w:b/>
          <w:bCs/>
        </w:rPr>
      </w:pPr>
      <w:r w:rsidRPr="00B26B84">
        <w:rPr>
          <w:rFonts w:cs="Arial"/>
          <w:b/>
        </w:rPr>
        <w:t>ZADAVATEL:</w:t>
      </w:r>
      <w:r w:rsidRPr="00B26B84">
        <w:rPr>
          <w:rFonts w:cs="Arial"/>
          <w:b/>
        </w:rPr>
        <w:tab/>
      </w:r>
      <w:r w:rsidRPr="00B26B84">
        <w:rPr>
          <w:rFonts w:cs="Arial"/>
          <w:b/>
        </w:rPr>
        <w:tab/>
      </w:r>
      <w:r w:rsidRPr="00B26B84">
        <w:rPr>
          <w:rFonts w:cs="Arial"/>
        </w:rPr>
        <w:t>Univerzita Jana Evangelisty Purkyně v Ústí nad Labem</w:t>
      </w:r>
    </w:p>
    <w:p w14:paraId="6454E3F8" w14:textId="77777777" w:rsidR="004C4A4B" w:rsidRPr="00B26B84" w:rsidRDefault="004C4A4B" w:rsidP="004C4A4B">
      <w:pPr>
        <w:spacing w:line="280" w:lineRule="atLeast"/>
        <w:rPr>
          <w:rFonts w:cs="Arial"/>
        </w:rPr>
      </w:pPr>
      <w:r w:rsidRPr="00B26B84">
        <w:rPr>
          <w:rFonts w:cs="Arial"/>
        </w:rPr>
        <w:t xml:space="preserve">Sídlem: </w:t>
      </w:r>
      <w:r w:rsidRPr="00B26B84">
        <w:rPr>
          <w:rFonts w:cs="Arial"/>
        </w:rPr>
        <w:tab/>
      </w:r>
      <w:r w:rsidRPr="00B26B84">
        <w:rPr>
          <w:rFonts w:cs="Arial"/>
        </w:rPr>
        <w:tab/>
        <w:t>Pasteurova 1, 400 96 Ústí nad Labem</w:t>
      </w:r>
    </w:p>
    <w:p w14:paraId="27BA965C" w14:textId="59BF6AF1" w:rsidR="004C4A4B" w:rsidRPr="00B26B84" w:rsidRDefault="004C4A4B" w:rsidP="004C4A4B">
      <w:pPr>
        <w:spacing w:line="280" w:lineRule="atLeast"/>
        <w:rPr>
          <w:rFonts w:cs="Arial"/>
        </w:rPr>
      </w:pPr>
      <w:r w:rsidRPr="00B26B84">
        <w:rPr>
          <w:rFonts w:cs="Arial"/>
        </w:rPr>
        <w:t>Zastoupený:</w:t>
      </w:r>
      <w:r w:rsidRPr="00B26B84">
        <w:rPr>
          <w:rFonts w:cs="Arial"/>
        </w:rPr>
        <w:tab/>
      </w:r>
      <w:r w:rsidRPr="00B26B84">
        <w:rPr>
          <w:rFonts w:cs="Arial"/>
        </w:rPr>
        <w:tab/>
        <w:t xml:space="preserve">doc. RNDr. </w:t>
      </w:r>
      <w:r w:rsidR="00DB52AD" w:rsidRPr="00B26B84">
        <w:rPr>
          <w:rFonts w:cs="Arial"/>
        </w:rPr>
        <w:t>Jaroslav Koutský</w:t>
      </w:r>
      <w:r w:rsidRPr="00B26B84">
        <w:rPr>
          <w:rFonts w:cs="Arial"/>
        </w:rPr>
        <w:t>, Ph.D., rektor</w:t>
      </w:r>
    </w:p>
    <w:p w14:paraId="3C27052A" w14:textId="77777777" w:rsidR="004C4A4B" w:rsidRPr="00B26B84" w:rsidRDefault="004C4A4B" w:rsidP="004C4A4B">
      <w:pPr>
        <w:spacing w:line="280" w:lineRule="atLeast"/>
        <w:rPr>
          <w:rFonts w:cs="Arial"/>
        </w:rPr>
      </w:pPr>
      <w:r w:rsidRPr="00B26B84">
        <w:rPr>
          <w:rFonts w:cs="Arial"/>
        </w:rPr>
        <w:t xml:space="preserve">IČ: </w:t>
      </w:r>
      <w:r w:rsidRPr="00B26B84">
        <w:rPr>
          <w:rFonts w:cs="Arial"/>
        </w:rPr>
        <w:tab/>
      </w:r>
      <w:r w:rsidRPr="00B26B84">
        <w:rPr>
          <w:rFonts w:cs="Arial"/>
        </w:rPr>
        <w:tab/>
      </w:r>
      <w:r w:rsidRPr="00B26B84">
        <w:rPr>
          <w:rFonts w:cs="Arial"/>
        </w:rPr>
        <w:tab/>
        <w:t>44555601</w:t>
      </w:r>
    </w:p>
    <w:p w14:paraId="3FFDE982" w14:textId="77777777" w:rsidR="004C4A4B" w:rsidRPr="00B26B84" w:rsidRDefault="004C4A4B" w:rsidP="004C4A4B">
      <w:pPr>
        <w:spacing w:line="280" w:lineRule="atLeast"/>
        <w:rPr>
          <w:rFonts w:cs="Arial"/>
          <w:noProof/>
        </w:rPr>
      </w:pPr>
    </w:p>
    <w:p w14:paraId="0AF4047C" w14:textId="77777777" w:rsidR="004C4A4B" w:rsidRPr="00B26B84" w:rsidRDefault="004C4A4B" w:rsidP="004C4A4B">
      <w:pPr>
        <w:spacing w:line="280" w:lineRule="atLeast"/>
        <w:rPr>
          <w:rFonts w:cs="Arial"/>
          <w:b/>
          <w:noProof/>
        </w:rPr>
      </w:pPr>
      <w:r w:rsidRPr="00B26B84">
        <w:rPr>
          <w:rFonts w:cs="Arial"/>
          <w:b/>
          <w:noProof/>
        </w:rPr>
        <w:t>Veřejná zakázka:</w:t>
      </w:r>
    </w:p>
    <w:p w14:paraId="4E5CBDDF" w14:textId="77777777" w:rsidR="004C4A4B" w:rsidRPr="00B26B84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B26B84">
        <w:rPr>
          <w:rFonts w:ascii="Tahoma" w:hAnsi="Tahoma" w:cs="Tahoma"/>
          <w:b/>
          <w:color w:val="000000"/>
          <w:sz w:val="18"/>
          <w:szCs w:val="18"/>
        </w:rPr>
        <w:t>Komunikační služby – mobilní, pevné sítě – 2023/0112 Část 1 - mobilní sítě</w:t>
      </w:r>
    </w:p>
    <w:p w14:paraId="56ECF006" w14:textId="77777777" w:rsidR="004C4A4B" w:rsidRPr="00B26B84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5AC0F21E" w14:textId="77777777" w:rsidR="004C4A4B" w:rsidRPr="00B26B84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B26B84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B26B84">
        <w:rPr>
          <w:rFonts w:ascii="Arial" w:eastAsia="MS Mincho" w:hAnsi="Arial" w:cs="Arial"/>
          <w:sz w:val="20"/>
          <w:szCs w:val="20"/>
        </w:rPr>
        <w:t>,</w:t>
      </w:r>
      <w:r w:rsidRPr="00B26B84">
        <w:rPr>
          <w:rFonts w:ascii="Arial" w:hAnsi="Arial" w:cs="Arial"/>
          <w:sz w:val="20"/>
          <w:szCs w:val="20"/>
        </w:rPr>
        <w:t xml:space="preserve"> vyhotovil</w:t>
      </w:r>
      <w:r w:rsidRPr="00B26B84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B26B84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37153DDE" w14:textId="77777777" w:rsidR="004C4A4B" w:rsidRPr="00B26B84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B26B84" w14:paraId="43ED9960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44F346BD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B26B84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B26B84" w14:paraId="65D32703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D21D41D" w14:textId="77777777" w:rsidR="004C4A4B" w:rsidRPr="00B26B84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B26B84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B26B84" w14:paraId="5B0C52A9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708C8D0E" w14:textId="77777777" w:rsidR="004C4A4B" w:rsidRPr="00B26B84" w:rsidRDefault="004C4A4B" w:rsidP="00B74B65">
            <w:pPr>
              <w:jc w:val="left"/>
              <w:rPr>
                <w:lang w:val="x-none"/>
              </w:rPr>
            </w:pPr>
            <w:r w:rsidRPr="00B26B84">
              <w:rPr>
                <w:rFonts w:cs="Arial"/>
              </w:rPr>
              <w:t xml:space="preserve">Předmětem plnění této veřejné zakázky je </w:t>
            </w:r>
            <w:r w:rsidRPr="00B26B84">
              <w:rPr>
                <w:rFonts w:cs="Arial"/>
                <w:i/>
                <w:lang w:val="x-none"/>
              </w:rPr>
              <w:t>„</w:t>
            </w: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t>Komunikační služby – mobilní, pevné sítě – 2023/0112 Část 1 - mobilní sítě</w:t>
            </w:r>
            <w:r w:rsidRPr="00B26B84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B26B84" w14:paraId="69D7DC6D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2CC11E9" w14:textId="77777777" w:rsidR="004C4A4B" w:rsidRPr="00B26B84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B26B84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B26B84" w14:paraId="69E38EF5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19303810" w14:textId="5CC31120" w:rsidR="004C4A4B" w:rsidRPr="00B26B84" w:rsidRDefault="004C4A4B" w:rsidP="00B74B65">
            <w:pPr>
              <w:spacing w:line="280" w:lineRule="atLeast"/>
              <w:rPr>
                <w:rFonts w:cs="Arial"/>
              </w:rPr>
            </w:pPr>
            <w:r w:rsidRPr="00B26B84">
              <w:rPr>
                <w:rFonts w:cs="Arial"/>
              </w:rPr>
              <w:t xml:space="preserve">Zjednodušené podlimitní </w:t>
            </w:r>
          </w:p>
        </w:tc>
      </w:tr>
    </w:tbl>
    <w:p w14:paraId="59F04257" w14:textId="77777777" w:rsidR="004C4A4B" w:rsidRPr="00B26B84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B26B84" w14:paraId="0A2A5258" w14:textId="77777777" w:rsidTr="00B74B65">
        <w:tc>
          <w:tcPr>
            <w:tcW w:w="7707" w:type="dxa"/>
            <w:shd w:val="clear" w:color="auto" w:fill="D9D9D9"/>
          </w:tcPr>
          <w:p w14:paraId="712DEEAD" w14:textId="414AEE9A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B26B84">
              <w:rPr>
                <w:rFonts w:cs="Arial"/>
                <w:b/>
                <w:bCs/>
              </w:rPr>
              <w:t>Označení účastníků zadávacího řízení</w:t>
            </w:r>
            <w:r w:rsidR="003B10D8" w:rsidRPr="00B26B84">
              <w:rPr>
                <w:rFonts w:cs="Arial"/>
                <w:b/>
                <w:bCs/>
              </w:rPr>
              <w:t xml:space="preserve"> a uvedení jejich nabídkových cen</w:t>
            </w:r>
          </w:p>
        </w:tc>
      </w:tr>
    </w:tbl>
    <w:p w14:paraId="14A5B83D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748"/>
      </w:tblGrid>
      <w:tr w:rsidR="004C4A4B" w:rsidRPr="00B26B84" w14:paraId="5FE49A6D" w14:textId="77777777" w:rsidTr="00B26B84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3499AD77" w14:textId="77777777" w:rsidR="004C4A4B" w:rsidRPr="00B26B84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B26B84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06A075A4" w14:textId="77777777" w:rsidR="004C4A4B" w:rsidRPr="00B26B84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B26B84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54CDCC06" w14:textId="77777777" w:rsidR="004C4A4B" w:rsidRPr="00B26B84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B26B84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7618EBE7" w14:textId="77777777" w:rsidR="004C4A4B" w:rsidRPr="00B26B84" w:rsidRDefault="004C4A4B" w:rsidP="00B74B65">
            <w:pPr>
              <w:jc w:val="center"/>
              <w:rPr>
                <w:rFonts w:cs="Arial"/>
                <w:b/>
              </w:rPr>
            </w:pPr>
          </w:p>
          <w:p w14:paraId="351EE212" w14:textId="77777777" w:rsidR="004C4A4B" w:rsidRPr="00B26B84" w:rsidRDefault="004C4A4B" w:rsidP="00B74B65">
            <w:pPr>
              <w:jc w:val="center"/>
              <w:rPr>
                <w:rFonts w:cs="Arial"/>
                <w:b/>
              </w:rPr>
            </w:pPr>
            <w:r w:rsidRPr="00B26B84">
              <w:rPr>
                <w:rFonts w:cs="Arial"/>
                <w:b/>
              </w:rPr>
              <w:t>Sídlo</w:t>
            </w:r>
          </w:p>
        </w:tc>
        <w:tc>
          <w:tcPr>
            <w:tcW w:w="1748" w:type="dxa"/>
            <w:shd w:val="clear" w:color="auto" w:fill="D9D9D9"/>
            <w:vAlign w:val="center"/>
          </w:tcPr>
          <w:p w14:paraId="7CD3AEC4" w14:textId="28818309" w:rsidR="004C4A4B" w:rsidRPr="00B26B84" w:rsidRDefault="003B10D8" w:rsidP="00B74B65">
            <w:pPr>
              <w:jc w:val="center"/>
              <w:rPr>
                <w:rFonts w:cs="Arial"/>
                <w:b/>
              </w:rPr>
            </w:pPr>
            <w:r w:rsidRPr="00B26B84">
              <w:rPr>
                <w:rFonts w:cs="Arial"/>
                <w:b/>
              </w:rPr>
              <w:t>Nabídková cena bez DPH</w:t>
            </w:r>
          </w:p>
        </w:tc>
      </w:tr>
      <w:tr w:rsidR="00B26B84" w:rsidRPr="00B26B84" w14:paraId="053A0C65" w14:textId="77777777" w:rsidTr="00B26B84">
        <w:trPr>
          <w:trHeight w:val="461"/>
        </w:trPr>
        <w:tc>
          <w:tcPr>
            <w:tcW w:w="1058" w:type="dxa"/>
            <w:vAlign w:val="center"/>
          </w:tcPr>
          <w:p w14:paraId="60051FF0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  <w:p w14:paraId="3FA719F2" w14:textId="77777777" w:rsidR="00B26B84" w:rsidRPr="00B26B84" w:rsidRDefault="00B26B84" w:rsidP="00B26B84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089B3800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t>O2 Czech Republic a.s.</w:t>
            </w:r>
          </w:p>
          <w:p w14:paraId="45C01EBB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7667D7C1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t>60193336</w:t>
            </w:r>
          </w:p>
          <w:p w14:paraId="08CCEF91" w14:textId="77777777" w:rsidR="00B26B84" w:rsidRPr="00B26B84" w:rsidRDefault="00B26B84" w:rsidP="00B26B84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390F493F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t>Za Brumlovkou 266/2</w:t>
            </w: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14022 Praha 4</w:t>
            </w:r>
          </w:p>
          <w:p w14:paraId="1A79B8E0" w14:textId="77777777" w:rsidR="00B26B84" w:rsidRPr="00B26B84" w:rsidRDefault="00B26B84" w:rsidP="00B26B84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48" w:type="dxa"/>
          </w:tcPr>
          <w:p w14:paraId="49B6CF43" w14:textId="19250391" w:rsidR="00B26B84" w:rsidRPr="00B26B84" w:rsidRDefault="00B26B84" w:rsidP="00B26B84">
            <w:pPr>
              <w:jc w:val="center"/>
              <w:rPr>
                <w:rFonts w:eastAsia="Calibri" w:cs="Arial"/>
                <w:lang w:eastAsia="en-US"/>
              </w:rPr>
            </w:pPr>
            <w:r w:rsidRPr="00B26B84">
              <w:rPr>
                <w:rFonts w:eastAsia="Calibri" w:cs="Arial"/>
                <w:lang w:eastAsia="en-US"/>
              </w:rPr>
              <w:t>2 196 841,44 Kč</w:t>
            </w:r>
          </w:p>
        </w:tc>
      </w:tr>
      <w:tr w:rsidR="00B26B84" w:rsidRPr="00B26B84" w14:paraId="2649A2EA" w14:textId="77777777" w:rsidTr="00B26B84">
        <w:trPr>
          <w:trHeight w:val="461"/>
        </w:trPr>
        <w:tc>
          <w:tcPr>
            <w:tcW w:w="1058" w:type="dxa"/>
            <w:vAlign w:val="center"/>
          </w:tcPr>
          <w:p w14:paraId="5A3F2C5C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  <w:p w14:paraId="44959D3D" w14:textId="77777777" w:rsidR="00B26B84" w:rsidRPr="00B26B84" w:rsidRDefault="00B26B84" w:rsidP="00B26B84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3ABE0281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t>T-Mobile Czech Republic a.s.</w:t>
            </w:r>
          </w:p>
          <w:p w14:paraId="2672E46F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20B23A70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t>64949681</w:t>
            </w:r>
          </w:p>
          <w:p w14:paraId="7078926E" w14:textId="77777777" w:rsidR="00B26B84" w:rsidRPr="00B26B84" w:rsidRDefault="00B26B84" w:rsidP="00B26B84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5C968B8F" w14:textId="77777777" w:rsidR="00B26B84" w:rsidRPr="00B26B84" w:rsidRDefault="00B26B84" w:rsidP="00B26B8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t>Tomíčkova 2144/1</w:t>
            </w:r>
            <w:r w:rsidRPr="00B26B84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14900 Praha</w:t>
            </w:r>
          </w:p>
          <w:p w14:paraId="1674C1B2" w14:textId="77777777" w:rsidR="00B26B84" w:rsidRPr="00B26B84" w:rsidRDefault="00B26B84" w:rsidP="00B26B84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748" w:type="dxa"/>
          </w:tcPr>
          <w:p w14:paraId="18378DDA" w14:textId="3C069DBB" w:rsidR="00B26B84" w:rsidRPr="00B26B84" w:rsidRDefault="00B26B84" w:rsidP="00B26B84">
            <w:pPr>
              <w:jc w:val="center"/>
              <w:rPr>
                <w:rFonts w:eastAsia="Calibri" w:cs="Arial"/>
                <w:lang w:eastAsia="en-US"/>
              </w:rPr>
            </w:pPr>
            <w:r w:rsidRPr="00B26B84">
              <w:rPr>
                <w:rFonts w:eastAsia="Calibri" w:cs="Arial"/>
                <w:lang w:eastAsia="en-US"/>
              </w:rPr>
              <w:t>2 189 462,40 Kč</w:t>
            </w:r>
          </w:p>
        </w:tc>
      </w:tr>
    </w:tbl>
    <w:p w14:paraId="1EFA2402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D4425BB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B26B84" w14:paraId="565B981E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3A68824D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B26B84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B26B84" w14:paraId="588E957F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12E79011" w14:textId="77777777" w:rsidR="004C4A4B" w:rsidRPr="00B26B84" w:rsidRDefault="004C4A4B" w:rsidP="00B74B65">
            <w:pPr>
              <w:contextualSpacing/>
              <w:rPr>
                <w:rFonts w:cs="Arial"/>
              </w:rPr>
            </w:pPr>
            <w:r w:rsidRPr="00B26B84">
              <w:rPr>
                <w:rFonts w:cs="Arial"/>
              </w:rPr>
              <w:t xml:space="preserve">Nedošlo k vyloučení </w:t>
            </w:r>
          </w:p>
        </w:tc>
      </w:tr>
    </w:tbl>
    <w:p w14:paraId="710A0140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27DEE578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90"/>
        <w:gridCol w:w="2462"/>
        <w:gridCol w:w="1811"/>
        <w:gridCol w:w="3467"/>
        <w:gridCol w:w="146"/>
        <w:gridCol w:w="1238"/>
      </w:tblGrid>
      <w:tr w:rsidR="004C4A4B" w:rsidRPr="00B26B84" w14:paraId="3DE845B1" w14:textId="77777777" w:rsidTr="00FD1903">
        <w:trPr>
          <w:gridBefore w:val="1"/>
          <w:gridAfter w:val="1"/>
          <w:wBefore w:w="90" w:type="dxa"/>
          <w:wAfter w:w="1238" w:type="dxa"/>
        </w:trPr>
        <w:tc>
          <w:tcPr>
            <w:tcW w:w="7886" w:type="dxa"/>
            <w:gridSpan w:val="4"/>
            <w:shd w:val="clear" w:color="auto" w:fill="D9D9D9"/>
            <w:tcMar>
              <w:left w:w="85" w:type="dxa"/>
              <w:right w:w="85" w:type="dxa"/>
            </w:tcMar>
          </w:tcPr>
          <w:p w14:paraId="2D15F1C1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B26B84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  <w:tr w:rsidR="00FD1903" w:rsidRPr="005300DF" w14:paraId="02B347AB" w14:textId="77777777" w:rsidTr="00FD19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2552" w:type="dxa"/>
            <w:gridSpan w:val="2"/>
            <w:shd w:val="clear" w:color="auto" w:fill="D9D9D9"/>
            <w:vAlign w:val="center"/>
          </w:tcPr>
          <w:p w14:paraId="0B66A661" w14:textId="77777777" w:rsidR="00FD1903" w:rsidRPr="005300DF" w:rsidRDefault="00FD1903" w:rsidP="00EB1094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5300DF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811" w:type="dxa"/>
            <w:shd w:val="clear" w:color="auto" w:fill="D9D9D9"/>
            <w:vAlign w:val="center"/>
          </w:tcPr>
          <w:p w14:paraId="7C097E6C" w14:textId="77777777" w:rsidR="00FD1903" w:rsidRPr="005300DF" w:rsidRDefault="00FD1903" w:rsidP="00EB1094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5300DF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3467" w:type="dxa"/>
            <w:shd w:val="clear" w:color="auto" w:fill="D9D9D9"/>
          </w:tcPr>
          <w:p w14:paraId="1343F55D" w14:textId="77777777" w:rsidR="00FD1903" w:rsidRPr="005300DF" w:rsidRDefault="00FD1903" w:rsidP="00EB1094">
            <w:pPr>
              <w:jc w:val="center"/>
              <w:rPr>
                <w:rFonts w:cs="Arial"/>
                <w:b/>
              </w:rPr>
            </w:pPr>
            <w:r w:rsidRPr="005300DF">
              <w:rPr>
                <w:rFonts w:cs="Arial"/>
                <w:b/>
              </w:rPr>
              <w:t>Nabídková cena bez DPH</w:t>
            </w:r>
          </w:p>
        </w:tc>
        <w:tc>
          <w:tcPr>
            <w:tcW w:w="1384" w:type="dxa"/>
            <w:gridSpan w:val="2"/>
            <w:shd w:val="clear" w:color="auto" w:fill="D9D9D9"/>
          </w:tcPr>
          <w:p w14:paraId="3128BBA4" w14:textId="77777777" w:rsidR="00FD1903" w:rsidRPr="005300DF" w:rsidRDefault="00FD1903" w:rsidP="00EB109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pořadí</w:t>
            </w:r>
          </w:p>
        </w:tc>
      </w:tr>
      <w:tr w:rsidR="00FD1903" w:rsidRPr="005300DF" w14:paraId="3CD8336E" w14:textId="77777777" w:rsidTr="00FD19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9"/>
        </w:trPr>
        <w:tc>
          <w:tcPr>
            <w:tcW w:w="2552" w:type="dxa"/>
            <w:gridSpan w:val="2"/>
            <w:vAlign w:val="center"/>
          </w:tcPr>
          <w:p w14:paraId="0325A1DF" w14:textId="77777777" w:rsidR="00FD1903" w:rsidRPr="005300DF" w:rsidRDefault="00FD1903" w:rsidP="00EB109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300DF">
              <w:rPr>
                <w:rFonts w:ascii="Tahoma" w:hAnsi="Tahoma" w:cs="Tahoma"/>
                <w:color w:val="000000"/>
                <w:sz w:val="18"/>
                <w:szCs w:val="18"/>
              </w:rPr>
              <w:t>T-Mobile Czech Republic a.s.</w:t>
            </w:r>
          </w:p>
          <w:p w14:paraId="55BF96B1" w14:textId="77777777" w:rsidR="00FD1903" w:rsidRPr="005300DF" w:rsidRDefault="00FD1903" w:rsidP="00EB1094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811" w:type="dxa"/>
            <w:vAlign w:val="center"/>
          </w:tcPr>
          <w:p w14:paraId="3204E45D" w14:textId="77777777" w:rsidR="00FD1903" w:rsidRPr="005300DF" w:rsidRDefault="00FD1903" w:rsidP="00EB109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300DF">
              <w:rPr>
                <w:rFonts w:ascii="Tahoma" w:hAnsi="Tahoma" w:cs="Tahoma"/>
                <w:color w:val="000000"/>
                <w:sz w:val="18"/>
                <w:szCs w:val="18"/>
              </w:rPr>
              <w:t>64949681</w:t>
            </w:r>
          </w:p>
          <w:p w14:paraId="00B98906" w14:textId="77777777" w:rsidR="00FD1903" w:rsidRPr="005300DF" w:rsidRDefault="00FD1903" w:rsidP="00EB1094">
            <w:pPr>
              <w:jc w:val="center"/>
              <w:rPr>
                <w:rFonts w:cs="Arial"/>
              </w:rPr>
            </w:pPr>
          </w:p>
        </w:tc>
        <w:tc>
          <w:tcPr>
            <w:tcW w:w="3467" w:type="dxa"/>
          </w:tcPr>
          <w:p w14:paraId="68CA585C" w14:textId="77777777" w:rsidR="00FD1903" w:rsidRPr="005300DF" w:rsidRDefault="00FD1903" w:rsidP="00EB1094">
            <w:pPr>
              <w:pStyle w:val="Bezmezer"/>
              <w:jc w:val="right"/>
              <w:rPr>
                <w:rFonts w:eastAsia="Calibri" w:cs="Arial"/>
                <w:lang w:eastAsia="en-US"/>
              </w:rPr>
            </w:pPr>
            <w:r w:rsidRPr="005300DF">
              <w:rPr>
                <w:rFonts w:eastAsia="Calibri" w:cs="Arial"/>
                <w:lang w:eastAsia="en-US"/>
              </w:rPr>
              <w:t>2 189 462,40 Kč</w:t>
            </w:r>
          </w:p>
        </w:tc>
        <w:tc>
          <w:tcPr>
            <w:tcW w:w="1384" w:type="dxa"/>
            <w:gridSpan w:val="2"/>
          </w:tcPr>
          <w:p w14:paraId="35ACAF92" w14:textId="77777777" w:rsidR="00FD1903" w:rsidRPr="005300DF" w:rsidRDefault="00FD1903" w:rsidP="00EB1094">
            <w:pPr>
              <w:pStyle w:val="Bezmezer"/>
              <w:jc w:val="righ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</w:t>
            </w:r>
          </w:p>
        </w:tc>
      </w:tr>
    </w:tbl>
    <w:p w14:paraId="0DCC67E7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5BAB8A6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B26B84" w14:paraId="2495D304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174A9DD6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B26B84">
              <w:rPr>
                <w:rFonts w:cs="Arial"/>
                <w:b/>
                <w:bCs/>
              </w:rPr>
              <w:lastRenderedPageBreak/>
              <w:t>Identifikační údaje poddodavatelů vybraného uchazeče</w:t>
            </w:r>
          </w:p>
        </w:tc>
      </w:tr>
      <w:tr w:rsidR="004C4A4B" w:rsidRPr="00B26B84" w14:paraId="3B1DB8DD" w14:textId="77777777" w:rsidTr="00B74B65">
        <w:trPr>
          <w:trHeight w:val="264"/>
        </w:trPr>
        <w:tc>
          <w:tcPr>
            <w:tcW w:w="3287" w:type="dxa"/>
          </w:tcPr>
          <w:p w14:paraId="22CD03BE" w14:textId="77777777" w:rsidR="004C4A4B" w:rsidRPr="00B26B84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2E1547D9" w14:textId="77777777" w:rsidR="004C4A4B" w:rsidRPr="00B26B84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B26B84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01720FAD" w14:textId="77777777" w:rsidR="004C4A4B" w:rsidRPr="00B26B84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0FD00A09" w14:textId="77777777" w:rsidR="004C4A4B" w:rsidRPr="00B26B84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B26B84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7E49C119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B26B84" w14:paraId="062C16DC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6E81D743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B26B84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B26B84" w14:paraId="12047350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6475B097" w14:textId="77777777" w:rsidR="004C4A4B" w:rsidRPr="00B26B84" w:rsidRDefault="004C4A4B" w:rsidP="00B74B65">
            <w:pPr>
              <w:spacing w:line="280" w:lineRule="atLeast"/>
              <w:rPr>
                <w:rFonts w:cs="Arial"/>
              </w:rPr>
            </w:pPr>
            <w:r w:rsidRPr="00B26B84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4FC89176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B26B84" w14:paraId="679C6865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5C814E0E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B26B84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B26B84" w14:paraId="06B9820A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765DC773" w14:textId="77777777" w:rsidR="004C4A4B" w:rsidRPr="00B26B84" w:rsidRDefault="004C4A4B" w:rsidP="00B74B65">
            <w:pPr>
              <w:spacing w:line="280" w:lineRule="atLeast"/>
              <w:rPr>
                <w:rFonts w:cs="Arial"/>
              </w:rPr>
            </w:pPr>
            <w:r w:rsidRPr="00B26B84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15BE6578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B26B84" w14:paraId="02BBB304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44476A09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B26B84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B26B84" w14:paraId="2C1BD6EC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75CF4876" w14:textId="77777777" w:rsidR="004C4A4B" w:rsidRPr="00B26B84" w:rsidRDefault="004C4A4B" w:rsidP="00B74B65">
            <w:pPr>
              <w:spacing w:line="280" w:lineRule="atLeast"/>
              <w:rPr>
                <w:rFonts w:cs="Arial"/>
              </w:rPr>
            </w:pPr>
            <w:r w:rsidRPr="00B26B84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4310F679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B26B84" w14:paraId="466CDAFB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7CCC5885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B26B84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B26B84" w14:paraId="4767E902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5919A1FA" w14:textId="77777777" w:rsidR="004C4A4B" w:rsidRPr="00B26B84" w:rsidRDefault="004C4A4B" w:rsidP="00B74B65">
            <w:pPr>
              <w:spacing w:line="280" w:lineRule="atLeast"/>
              <w:rPr>
                <w:rFonts w:cs="Arial"/>
              </w:rPr>
            </w:pPr>
            <w:r w:rsidRPr="00B26B84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7862CEDC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B26B84" w14:paraId="75F9A20F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01A6C5A9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B26B84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B26B84" w14:paraId="7BB5BAA1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04CB061A" w14:textId="38CC6CB9" w:rsidR="004C4A4B" w:rsidRPr="00B26B84" w:rsidRDefault="004C4A4B" w:rsidP="00B74B65">
            <w:pPr>
              <w:spacing w:line="280" w:lineRule="atLeast"/>
              <w:rPr>
                <w:rFonts w:cs="Arial"/>
              </w:rPr>
            </w:pPr>
            <w:r w:rsidRPr="00B26B84">
              <w:rPr>
                <w:rFonts w:cs="Arial"/>
              </w:rPr>
              <w:t xml:space="preserve">Nejedná se o nadlimitní zakázku </w:t>
            </w:r>
          </w:p>
        </w:tc>
      </w:tr>
    </w:tbl>
    <w:p w14:paraId="05C5B29F" w14:textId="77777777" w:rsidR="004C4A4B" w:rsidRPr="00B26B84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B26B84" w14:paraId="2BC8DCB3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0C622241" w14:textId="77777777" w:rsidR="004C4A4B" w:rsidRPr="00B26B84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B26B84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2838313D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53C784A3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B26B84">
              <w:rPr>
                <w:rFonts w:cs="Arial"/>
              </w:rPr>
              <w:t>Zadavatel nepožadoval.</w:t>
            </w:r>
          </w:p>
        </w:tc>
      </w:tr>
    </w:tbl>
    <w:p w14:paraId="0EC5CAB4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5CC0DAA0" w14:textId="77777777" w:rsidR="004C4A4B" w:rsidRDefault="004C4A4B" w:rsidP="004C4A4B"/>
    <w:p w14:paraId="6D9020B6" w14:textId="77777777" w:rsidR="004C4A4B" w:rsidRDefault="004C4A4B" w:rsidP="004C4A4B"/>
    <w:p w14:paraId="4D43D83C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14CA7" w14:textId="77777777" w:rsidR="00CD7CDF" w:rsidRDefault="00CD7CDF">
      <w:r>
        <w:separator/>
      </w:r>
    </w:p>
  </w:endnote>
  <w:endnote w:type="continuationSeparator" w:id="0">
    <w:p w14:paraId="1E7A2E41" w14:textId="77777777" w:rsidR="00CD7CDF" w:rsidRDefault="00CD7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3F23" w14:textId="77777777" w:rsidR="004E2028" w:rsidRDefault="00CD7CDF"/>
  <w:p w14:paraId="3F8A152E" w14:textId="77777777" w:rsidR="004E2028" w:rsidRDefault="00CD7CDF">
    <w:pPr>
      <w:pStyle w:val="patickacara"/>
    </w:pPr>
  </w:p>
  <w:p w14:paraId="2F5B5C08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3AB8" w14:textId="22BBEB63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67D087D2" w14:textId="77777777" w:rsidR="004E2028" w:rsidRDefault="00CD7CDF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3BE1" w14:textId="77777777" w:rsidR="00CD7CDF" w:rsidRDefault="00CD7CDF">
      <w:r>
        <w:separator/>
      </w:r>
    </w:p>
  </w:footnote>
  <w:footnote w:type="continuationSeparator" w:id="0">
    <w:p w14:paraId="21660AD2" w14:textId="77777777" w:rsidR="00CD7CDF" w:rsidRDefault="00CD7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0AEB" w14:textId="77777777" w:rsidR="004E2028" w:rsidRDefault="00CD7CDF">
    <w:pPr>
      <w:pStyle w:val="Zhlav"/>
    </w:pPr>
  </w:p>
  <w:p w14:paraId="408BA832" w14:textId="77777777" w:rsidR="004E2028" w:rsidRDefault="00CD7CDF">
    <w:pPr>
      <w:pStyle w:val="Zhlav"/>
    </w:pPr>
  </w:p>
  <w:p w14:paraId="48C0634D" w14:textId="77777777" w:rsidR="004E2028" w:rsidRDefault="00CD7CDF">
    <w:pPr>
      <w:pStyle w:val="Zhlav"/>
    </w:pPr>
  </w:p>
  <w:p w14:paraId="17AE5259" w14:textId="77777777" w:rsidR="004E2028" w:rsidRDefault="004C4A4B">
    <w:pPr>
      <w:pStyle w:val="Zhlav"/>
    </w:pPr>
    <w:r>
      <w:rPr>
        <w:i w:val="0"/>
      </w:rPr>
      <w:t>Nabídka è.</w:t>
    </w:r>
  </w:p>
  <w:p w14:paraId="1599DDDA" w14:textId="77777777" w:rsidR="004E2028" w:rsidRDefault="00CD7CDF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81AC0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0D3A5C1" wp14:editId="028AC79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021389"/>
    <w:rsid w:val="0019246F"/>
    <w:rsid w:val="003B10D8"/>
    <w:rsid w:val="004C4A4B"/>
    <w:rsid w:val="00897B14"/>
    <w:rsid w:val="00B26B84"/>
    <w:rsid w:val="00CC283E"/>
    <w:rsid w:val="00CD7CDF"/>
    <w:rsid w:val="00D2603A"/>
    <w:rsid w:val="00DB52AD"/>
    <w:rsid w:val="00E32A63"/>
    <w:rsid w:val="00FD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6452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6B8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D19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190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4</TotalTime>
  <Pages>2</Pages>
  <Words>400</Words>
  <Characters>2363</Characters>
  <Application>Microsoft Office Word</Application>
  <DocSecurity>0</DocSecurity>
  <Lines>19</Lines>
  <Paragraphs>5</Paragraphs>
  <ScaleCrop>false</ScaleCrop>
  <Company>REK UJEP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6</cp:revision>
  <dcterms:created xsi:type="dcterms:W3CDTF">2021-01-05T07:51:00Z</dcterms:created>
  <dcterms:modified xsi:type="dcterms:W3CDTF">2024-03-14T07:45:00Z</dcterms:modified>
</cp:coreProperties>
</file>